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3D" w:rsidRPr="00052891" w:rsidRDefault="001E433D" w:rsidP="00165BDE">
      <w:pPr>
        <w:pStyle w:val="a7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052891">
        <w:rPr>
          <w:rFonts w:ascii="Times New Roman" w:hAnsi="Times New Roman" w:cs="Times New Roman"/>
          <w:sz w:val="24"/>
          <w:szCs w:val="24"/>
        </w:rPr>
        <w:t xml:space="preserve">Приложение №1 к протоколу от </w:t>
      </w:r>
      <w:r w:rsidR="00A256DF" w:rsidRPr="00052891">
        <w:rPr>
          <w:rFonts w:ascii="Times New Roman" w:hAnsi="Times New Roman" w:cs="Times New Roman"/>
          <w:sz w:val="24"/>
          <w:szCs w:val="24"/>
        </w:rPr>
        <w:t>19.12</w:t>
      </w:r>
      <w:r w:rsidR="00B0071C" w:rsidRPr="00052891">
        <w:rPr>
          <w:rFonts w:ascii="Times New Roman" w:hAnsi="Times New Roman" w:cs="Times New Roman"/>
          <w:sz w:val="24"/>
          <w:szCs w:val="24"/>
        </w:rPr>
        <w:t>.</w:t>
      </w:r>
      <w:r w:rsidR="00FB795C" w:rsidRPr="00052891">
        <w:rPr>
          <w:rFonts w:ascii="Times New Roman" w:hAnsi="Times New Roman" w:cs="Times New Roman"/>
          <w:sz w:val="24"/>
          <w:szCs w:val="24"/>
        </w:rPr>
        <w:t>202</w:t>
      </w:r>
      <w:r w:rsidR="00EE5F3A" w:rsidRPr="00052891">
        <w:rPr>
          <w:rFonts w:ascii="Times New Roman" w:hAnsi="Times New Roman" w:cs="Times New Roman"/>
          <w:sz w:val="24"/>
          <w:szCs w:val="24"/>
        </w:rPr>
        <w:t>5</w:t>
      </w:r>
      <w:r w:rsidR="00FB795C" w:rsidRPr="0005289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5226C" w:rsidRPr="00052891" w:rsidRDefault="00A256DF" w:rsidP="00165BDE">
      <w:pPr>
        <w:pStyle w:val="a7"/>
        <w:ind w:left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52891">
        <w:rPr>
          <w:rFonts w:ascii="Times New Roman" w:hAnsi="Times New Roman" w:cs="Times New Roman"/>
          <w:sz w:val="24"/>
          <w:szCs w:val="24"/>
        </w:rPr>
        <w:t xml:space="preserve">Повторного </w:t>
      </w:r>
      <w:r w:rsidR="00F66593" w:rsidRPr="00052891">
        <w:rPr>
          <w:rFonts w:ascii="Times New Roman" w:hAnsi="Times New Roman" w:cs="Times New Roman"/>
          <w:sz w:val="24"/>
          <w:szCs w:val="24"/>
        </w:rPr>
        <w:t xml:space="preserve">общего собрания </w:t>
      </w:r>
      <w:r w:rsidR="001E433D" w:rsidRPr="00052891">
        <w:rPr>
          <w:rFonts w:ascii="Times New Roman" w:hAnsi="Times New Roman" w:cs="Times New Roman"/>
          <w:sz w:val="24"/>
          <w:szCs w:val="24"/>
        </w:rPr>
        <w:t>участников долевой собственности на земельный участок из земель сельскохозяйственного назначения с кадастровым номером</w:t>
      </w:r>
      <w:r w:rsidR="00B0071C" w:rsidRPr="00052891">
        <w:rPr>
          <w:rFonts w:ascii="Times New Roman" w:hAnsi="Times New Roman" w:cs="Times New Roman"/>
          <w:sz w:val="24"/>
          <w:szCs w:val="24"/>
        </w:rPr>
        <w:t xml:space="preserve"> </w:t>
      </w:r>
      <w:r w:rsidR="00B0071C" w:rsidRPr="00052891">
        <w:rPr>
          <w:rFonts w:ascii="Times New Roman" w:eastAsia="Times New Roman" w:hAnsi="Times New Roman" w:cs="Times New Roman"/>
          <w:sz w:val="24"/>
          <w:szCs w:val="24"/>
        </w:rPr>
        <w:t>57:22:0000000:109,</w:t>
      </w:r>
      <w:r w:rsidR="00300C81" w:rsidRPr="00052891">
        <w:rPr>
          <w:rFonts w:ascii="Times New Roman" w:hAnsi="Times New Roman" w:cs="Times New Roman"/>
          <w:sz w:val="24"/>
          <w:szCs w:val="24"/>
        </w:rPr>
        <w:t xml:space="preserve"> </w:t>
      </w:r>
      <w:r w:rsidR="001E433D" w:rsidRPr="00052891">
        <w:rPr>
          <w:rFonts w:ascii="Times New Roman" w:hAnsi="Times New Roman" w:cs="Times New Roman"/>
          <w:sz w:val="24"/>
          <w:szCs w:val="24"/>
        </w:rPr>
        <w:t>место</w:t>
      </w:r>
      <w:r w:rsidR="007B49C8" w:rsidRPr="00052891">
        <w:rPr>
          <w:rFonts w:ascii="Times New Roman" w:hAnsi="Times New Roman" w:cs="Times New Roman"/>
          <w:sz w:val="24"/>
          <w:szCs w:val="24"/>
        </w:rPr>
        <w:t xml:space="preserve"> </w:t>
      </w:r>
      <w:r w:rsidR="001E433D" w:rsidRPr="00052891">
        <w:rPr>
          <w:rFonts w:ascii="Times New Roman" w:hAnsi="Times New Roman" w:cs="Times New Roman"/>
          <w:sz w:val="24"/>
          <w:szCs w:val="24"/>
        </w:rPr>
        <w:t>расположения:</w:t>
      </w:r>
      <w:r w:rsidR="00A5226C" w:rsidRPr="00052891">
        <w:rPr>
          <w:rFonts w:ascii="Times New Roman" w:hAnsi="Times New Roman" w:cs="Times New Roman"/>
          <w:sz w:val="24"/>
          <w:szCs w:val="24"/>
        </w:rPr>
        <w:t xml:space="preserve"> Р</w:t>
      </w:r>
      <w:r w:rsidR="00F66593" w:rsidRPr="00052891">
        <w:rPr>
          <w:rFonts w:ascii="Times New Roman" w:hAnsi="Times New Roman" w:cs="Times New Roman"/>
          <w:sz w:val="24"/>
          <w:szCs w:val="24"/>
        </w:rPr>
        <w:t xml:space="preserve">оссийская Федерация, Орловская область, </w:t>
      </w:r>
      <w:r w:rsidR="00B0071C" w:rsidRPr="00052891">
        <w:rPr>
          <w:rFonts w:ascii="Times New Roman" w:eastAsia="Times New Roman" w:hAnsi="Times New Roman" w:cs="Times New Roman"/>
          <w:sz w:val="24"/>
          <w:szCs w:val="24"/>
        </w:rPr>
        <w:t>р-н Ливенский, СХП «Воротынское» ОАО «Агрофирма Ливенская Нива»</w:t>
      </w:r>
    </w:p>
    <w:p w:rsidR="00CD3D02" w:rsidRPr="00052891" w:rsidRDefault="00CD3D02" w:rsidP="00165BDE">
      <w:pPr>
        <w:pStyle w:val="a7"/>
        <w:ind w:lef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2891">
        <w:rPr>
          <w:rFonts w:ascii="Times New Roman" w:hAnsi="Times New Roman" w:cs="Times New Roman"/>
          <w:bCs/>
          <w:sz w:val="24"/>
          <w:szCs w:val="24"/>
        </w:rPr>
        <w:t>СПИСОК</w:t>
      </w:r>
    </w:p>
    <w:p w:rsidR="00901714" w:rsidRPr="0020042C" w:rsidRDefault="00CD3D02" w:rsidP="00165BDE">
      <w:pPr>
        <w:pStyle w:val="a7"/>
        <w:ind w:lef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2891">
        <w:rPr>
          <w:rFonts w:ascii="Times New Roman" w:hAnsi="Times New Roman" w:cs="Times New Roman"/>
          <w:bCs/>
          <w:sz w:val="24"/>
          <w:szCs w:val="24"/>
        </w:rPr>
        <w:t xml:space="preserve">участников долевой собственности (их представителей), присутствующих </w:t>
      </w:r>
      <w:r w:rsidR="00A256DF" w:rsidRPr="00052891">
        <w:rPr>
          <w:rFonts w:ascii="Times New Roman" w:hAnsi="Times New Roman" w:cs="Times New Roman"/>
          <w:sz w:val="24"/>
          <w:szCs w:val="24"/>
        </w:rPr>
        <w:t xml:space="preserve">19.12.2025 </w:t>
      </w:r>
      <w:r w:rsidRPr="00052891">
        <w:rPr>
          <w:rFonts w:ascii="Times New Roman" w:hAnsi="Times New Roman" w:cs="Times New Roman"/>
          <w:bCs/>
          <w:sz w:val="24"/>
          <w:szCs w:val="24"/>
        </w:rPr>
        <w:t>г. на общем собрании участников долевой собственности</w:t>
      </w:r>
      <w:r w:rsidR="002A222D" w:rsidRPr="00052891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2A222D" w:rsidRPr="0020042C"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с кадастровым номером 57:</w:t>
      </w:r>
      <w:r w:rsidR="00A5226C" w:rsidRPr="0020042C">
        <w:rPr>
          <w:rFonts w:ascii="Times New Roman" w:hAnsi="Times New Roman" w:cs="Times New Roman"/>
          <w:bCs/>
          <w:sz w:val="24"/>
          <w:szCs w:val="24"/>
        </w:rPr>
        <w:t>22</w:t>
      </w:r>
      <w:r w:rsidR="002A222D" w:rsidRPr="0020042C">
        <w:rPr>
          <w:rFonts w:ascii="Times New Roman" w:hAnsi="Times New Roman" w:cs="Times New Roman"/>
          <w:bCs/>
          <w:sz w:val="24"/>
          <w:szCs w:val="24"/>
        </w:rPr>
        <w:t>:00</w:t>
      </w:r>
      <w:r w:rsidR="006F2F82" w:rsidRPr="0020042C">
        <w:rPr>
          <w:rFonts w:ascii="Times New Roman" w:hAnsi="Times New Roman" w:cs="Times New Roman"/>
          <w:bCs/>
          <w:sz w:val="24"/>
          <w:szCs w:val="24"/>
        </w:rPr>
        <w:t>00000</w:t>
      </w:r>
      <w:r w:rsidR="00EE5F3A" w:rsidRPr="0020042C">
        <w:rPr>
          <w:rFonts w:ascii="Times New Roman" w:hAnsi="Times New Roman" w:cs="Times New Roman"/>
          <w:bCs/>
          <w:sz w:val="24"/>
          <w:szCs w:val="24"/>
        </w:rPr>
        <w:t>:</w:t>
      </w:r>
      <w:r w:rsidR="00B0071C" w:rsidRPr="0020042C">
        <w:rPr>
          <w:rFonts w:ascii="Times New Roman" w:hAnsi="Times New Roman" w:cs="Times New Roman"/>
          <w:bCs/>
          <w:sz w:val="24"/>
          <w:szCs w:val="24"/>
        </w:rPr>
        <w:t>109</w:t>
      </w:r>
      <w:r w:rsidR="008C0327" w:rsidRPr="0020042C">
        <w:rPr>
          <w:rFonts w:ascii="Times New Roman" w:hAnsi="Times New Roman" w:cs="Times New Roman"/>
          <w:bCs/>
          <w:sz w:val="24"/>
          <w:szCs w:val="24"/>
        </w:rPr>
        <w:t>, расположенный</w:t>
      </w:r>
      <w:r w:rsidR="002A222D" w:rsidRPr="0020042C">
        <w:rPr>
          <w:rFonts w:ascii="Times New Roman" w:hAnsi="Times New Roman" w:cs="Times New Roman"/>
          <w:bCs/>
          <w:sz w:val="24"/>
          <w:szCs w:val="24"/>
        </w:rPr>
        <w:t xml:space="preserve"> по адресу: </w:t>
      </w:r>
      <w:r w:rsidR="00510C8A" w:rsidRPr="0020042C">
        <w:rPr>
          <w:rFonts w:ascii="Times New Roman" w:hAnsi="Times New Roman" w:cs="Times New Roman"/>
          <w:bCs/>
          <w:sz w:val="24"/>
          <w:szCs w:val="24"/>
        </w:rPr>
        <w:t>Р</w:t>
      </w:r>
      <w:r w:rsidR="00F66593" w:rsidRPr="0020042C">
        <w:rPr>
          <w:rFonts w:ascii="Times New Roman" w:hAnsi="Times New Roman" w:cs="Times New Roman"/>
          <w:bCs/>
          <w:sz w:val="24"/>
          <w:szCs w:val="24"/>
        </w:rPr>
        <w:t xml:space="preserve">оссийская Федерация, </w:t>
      </w:r>
      <w:r w:rsidR="00B0071C" w:rsidRPr="0020042C">
        <w:rPr>
          <w:rFonts w:ascii="Times New Roman" w:eastAsia="Times New Roman" w:hAnsi="Times New Roman" w:cs="Times New Roman"/>
          <w:sz w:val="24"/>
          <w:szCs w:val="24"/>
        </w:rPr>
        <w:t xml:space="preserve">Орловская область, р-н Ливенский, СХП «Воротынское» ОАО «Агрофирма Ливенская Нива», </w:t>
      </w:r>
      <w:r w:rsidR="00EE5F3A" w:rsidRPr="0020042C">
        <w:rPr>
          <w:rFonts w:ascii="Times New Roman" w:hAnsi="Times New Roman" w:cs="Times New Roman"/>
          <w:bCs/>
          <w:sz w:val="24"/>
          <w:szCs w:val="24"/>
        </w:rPr>
        <w:t xml:space="preserve">общая площадь </w:t>
      </w:r>
      <w:r w:rsidR="00B0071C" w:rsidRPr="0020042C">
        <w:rPr>
          <w:rFonts w:ascii="Times New Roman" w:hAnsi="Times New Roman" w:cs="Times New Roman"/>
          <w:sz w:val="24"/>
          <w:szCs w:val="24"/>
          <w:shd w:val="clear" w:color="auto" w:fill="FFFFFF"/>
        </w:rPr>
        <w:t>5 756 740</w:t>
      </w:r>
      <w:r w:rsidR="00F66593" w:rsidRPr="0020042C">
        <w:rPr>
          <w:rFonts w:ascii="Times New Roman" w:hAnsi="Times New Roman" w:cs="Times New Roman"/>
          <w:bCs/>
          <w:sz w:val="24"/>
          <w:szCs w:val="24"/>
        </w:rPr>
        <w:t xml:space="preserve"> кв. м.</w:t>
      </w:r>
    </w:p>
    <w:p w:rsidR="00B0071C" w:rsidRPr="0020042C" w:rsidRDefault="00B0071C" w:rsidP="00B06FA5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5358" w:type="dxa"/>
        <w:tblInd w:w="557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567"/>
        <w:gridCol w:w="2410"/>
        <w:gridCol w:w="4253"/>
        <w:gridCol w:w="2268"/>
        <w:gridCol w:w="2126"/>
        <w:gridCol w:w="3734"/>
      </w:tblGrid>
      <w:tr w:rsidR="0020042C" w:rsidRPr="0020042C" w:rsidTr="0020042C">
        <w:trPr>
          <w:trHeight w:val="1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B06FA5" w:rsidRPr="0020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(наименование) собственника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(номер, серия, когда и кем выдан, код подразделения)</w:t>
            </w:r>
          </w:p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ИНН, ОГРН (для юр. лица), место регистрации (юр. адрес для юр. лица) собственника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Размер доли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право на земельную долю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29F" w:rsidRPr="0020042C" w:rsidRDefault="0093129F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0042C" w:rsidRPr="0020042C" w:rsidTr="00C425C9">
        <w:trPr>
          <w:trHeight w:val="49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42611" w:rsidRPr="0020042C" w:rsidRDefault="00E42611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42611" w:rsidRPr="0020042C" w:rsidRDefault="00E42611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2611" w:rsidRPr="0020042C" w:rsidRDefault="00E42611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2611" w:rsidRPr="0020042C" w:rsidRDefault="00E42611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42611" w:rsidRPr="0020042C" w:rsidRDefault="00E42611" w:rsidP="00A86A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B7D" w:rsidRPr="0020042C" w:rsidRDefault="00D15B7D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C" w:rsidRPr="0020042C" w:rsidTr="00C425C9">
        <w:trPr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B5A3B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16187" w:rsidP="00B06FA5">
            <w:pPr>
              <w:pStyle w:val="a7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187" w:rsidRPr="0020042C" w:rsidRDefault="00116187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187" w:rsidRPr="0020042C" w:rsidRDefault="00116187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16187" w:rsidP="00A86A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187" w:rsidRPr="0020042C" w:rsidRDefault="00116187" w:rsidP="00A86A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C" w:rsidRPr="0020042C" w:rsidTr="00C425C9">
        <w:trPr>
          <w:trHeight w:val="5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B5A3B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16187" w:rsidP="00B06FA5">
            <w:pPr>
              <w:pStyle w:val="a7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187" w:rsidRPr="0020042C" w:rsidRDefault="00116187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187" w:rsidRPr="0020042C" w:rsidRDefault="00116187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6187" w:rsidRPr="0020042C" w:rsidRDefault="00116187" w:rsidP="00A86A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C9A" w:rsidRPr="0020042C" w:rsidRDefault="007C6C9A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CE" w:rsidRPr="0020042C" w:rsidTr="00C425C9">
        <w:trPr>
          <w:trHeight w:val="5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44CE" w:rsidRPr="0020042C" w:rsidRDefault="00D944CE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44CE" w:rsidRPr="0020042C" w:rsidRDefault="00D944CE" w:rsidP="00B06FA5">
            <w:pPr>
              <w:pStyle w:val="a7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4CE" w:rsidRPr="0020042C" w:rsidRDefault="00D944CE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4CE" w:rsidRPr="0020042C" w:rsidRDefault="00D944CE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44CE" w:rsidRPr="0020042C" w:rsidRDefault="00D944CE" w:rsidP="00A86A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4CE" w:rsidRPr="0020042C" w:rsidRDefault="00D944CE" w:rsidP="00B06F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A12" w:rsidRDefault="00A86A12" w:rsidP="00DD0867">
      <w:pPr>
        <w:pStyle w:val="a7"/>
        <w:ind w:left="567"/>
        <w:rPr>
          <w:rFonts w:ascii="Times New Roman" w:hAnsi="Times New Roman" w:cs="Times New Roman"/>
          <w:sz w:val="24"/>
          <w:szCs w:val="24"/>
        </w:rPr>
      </w:pPr>
    </w:p>
    <w:p w:rsidR="007D149F" w:rsidRPr="0020042C" w:rsidRDefault="00CD3D02" w:rsidP="00DD0867">
      <w:pPr>
        <w:pStyle w:val="a7"/>
        <w:ind w:left="567"/>
        <w:rPr>
          <w:rFonts w:ascii="Times New Roman" w:hAnsi="Times New Roman" w:cs="Times New Roman"/>
          <w:sz w:val="24"/>
          <w:szCs w:val="24"/>
        </w:rPr>
      </w:pPr>
      <w:r w:rsidRPr="0020042C">
        <w:rPr>
          <w:rFonts w:ascii="Times New Roman" w:hAnsi="Times New Roman" w:cs="Times New Roman"/>
          <w:sz w:val="24"/>
          <w:szCs w:val="24"/>
        </w:rPr>
        <w:t xml:space="preserve">Присутствовали на собрании 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="00A86A12">
        <w:rPr>
          <w:rFonts w:ascii="Times New Roman" w:hAnsi="Times New Roman" w:cs="Times New Roman"/>
          <w:sz w:val="24"/>
          <w:szCs w:val="24"/>
        </w:rPr>
        <w:t>___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Pr="0020042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F266D8" w:rsidRPr="0020042C">
        <w:rPr>
          <w:rFonts w:ascii="Times New Roman" w:hAnsi="Times New Roman" w:cs="Times New Roman"/>
          <w:sz w:val="24"/>
          <w:szCs w:val="24"/>
        </w:rPr>
        <w:t>а (-</w:t>
      </w:r>
      <w:proofErr w:type="spellStart"/>
      <w:r w:rsidR="00F266D8" w:rsidRPr="0020042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F266D8" w:rsidRPr="0020042C">
        <w:rPr>
          <w:rFonts w:ascii="Times New Roman" w:hAnsi="Times New Roman" w:cs="Times New Roman"/>
          <w:sz w:val="24"/>
          <w:szCs w:val="24"/>
        </w:rPr>
        <w:t>)</w:t>
      </w:r>
      <w:r w:rsidRPr="0020042C">
        <w:rPr>
          <w:rFonts w:ascii="Times New Roman" w:hAnsi="Times New Roman" w:cs="Times New Roman"/>
          <w:sz w:val="24"/>
          <w:szCs w:val="24"/>
        </w:rPr>
        <w:t xml:space="preserve">, владеющих 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="00A86A12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Pr="0020042C">
        <w:rPr>
          <w:rFonts w:ascii="Times New Roman" w:hAnsi="Times New Roman" w:cs="Times New Roman"/>
          <w:sz w:val="24"/>
          <w:szCs w:val="24"/>
        </w:rPr>
        <w:t xml:space="preserve"> долями в праве, что составляет 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="00A86A12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D0364B" w:rsidRPr="0020042C">
        <w:rPr>
          <w:rFonts w:ascii="Times New Roman" w:hAnsi="Times New Roman" w:cs="Times New Roman"/>
          <w:sz w:val="24"/>
          <w:szCs w:val="24"/>
        </w:rPr>
        <w:t>_</w:t>
      </w:r>
      <w:r w:rsidRPr="0020042C">
        <w:rPr>
          <w:rFonts w:ascii="Times New Roman" w:hAnsi="Times New Roman" w:cs="Times New Roman"/>
          <w:sz w:val="24"/>
          <w:szCs w:val="24"/>
        </w:rPr>
        <w:t xml:space="preserve"> % от общего числа до</w:t>
      </w:r>
      <w:r w:rsidR="007D149F" w:rsidRPr="0020042C">
        <w:rPr>
          <w:rFonts w:ascii="Times New Roman" w:hAnsi="Times New Roman" w:cs="Times New Roman"/>
          <w:sz w:val="24"/>
          <w:szCs w:val="24"/>
        </w:rPr>
        <w:t>лей в праве на земельный участок.</w:t>
      </w:r>
    </w:p>
    <w:p w:rsidR="00F266D8" w:rsidRPr="0020042C" w:rsidRDefault="00F266D8" w:rsidP="00DD0867">
      <w:pPr>
        <w:pStyle w:val="a7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03" w:type="dxa"/>
        <w:tblInd w:w="4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6"/>
        <w:gridCol w:w="7307"/>
      </w:tblGrid>
      <w:tr w:rsidR="0020042C" w:rsidRPr="0020042C" w:rsidTr="00DD0867">
        <w:tc>
          <w:tcPr>
            <w:tcW w:w="7796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Председатель общего собрания участников</w:t>
            </w: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 на земельный участок</w:t>
            </w:r>
          </w:p>
          <w:p w:rsidR="00564715" w:rsidRPr="0020042C" w:rsidRDefault="00564715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   </w:t>
            </w:r>
          </w:p>
        </w:tc>
      </w:tr>
      <w:tr w:rsidR="0020042C" w:rsidRPr="0020042C" w:rsidTr="00DD0867">
        <w:tc>
          <w:tcPr>
            <w:tcW w:w="7796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общего собрания участников </w:t>
            </w: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 xml:space="preserve">долевой собственности на земельный участок  </w:t>
            </w:r>
          </w:p>
        </w:tc>
        <w:tc>
          <w:tcPr>
            <w:tcW w:w="7307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20042C" w:rsidRPr="0020042C" w:rsidTr="00DD0867">
        <w:tc>
          <w:tcPr>
            <w:tcW w:w="7796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2C" w:rsidRPr="0020042C" w:rsidTr="00DD0867">
        <w:tc>
          <w:tcPr>
            <w:tcW w:w="7796" w:type="dxa"/>
          </w:tcPr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администрации</w:t>
            </w:r>
          </w:p>
          <w:p w:rsidR="006B2C8F" w:rsidRPr="0020042C" w:rsidRDefault="00B0071C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eastAsia="Times New Roman" w:hAnsi="Times New Roman" w:cs="Times New Roman"/>
                <w:sz w:val="24"/>
                <w:szCs w:val="24"/>
              </w:rPr>
              <w:t>Лютовского</w:t>
            </w:r>
            <w:r w:rsidR="006B2C8F" w:rsidRPr="0020042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hAnsi="Times New Roman" w:cs="Times New Roman"/>
                <w:sz w:val="24"/>
                <w:szCs w:val="24"/>
              </w:rPr>
              <w:t>Ливенского района Орловской области</w:t>
            </w:r>
          </w:p>
          <w:p w:rsidR="006B2C8F" w:rsidRPr="0020042C" w:rsidRDefault="006B2C8F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6B2C8F" w:rsidRPr="0020042C" w:rsidRDefault="00B0071C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B2C8F" w:rsidRPr="0020042C" w:rsidRDefault="00B0071C" w:rsidP="00DD0867">
            <w:pPr>
              <w:pStyle w:val="a7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042C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Тимофеев И.М.</w:t>
            </w:r>
          </w:p>
        </w:tc>
      </w:tr>
    </w:tbl>
    <w:p w:rsidR="00CD3D02" w:rsidRPr="0020042C" w:rsidRDefault="00CD3D02" w:rsidP="00B06FA5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CD3D02" w:rsidRPr="0020042C" w:rsidSect="00165BDE">
      <w:pgSz w:w="16838" w:h="11906" w:orient="landscape"/>
      <w:pgMar w:top="568" w:right="567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5F1"/>
    <w:multiLevelType w:val="hybridMultilevel"/>
    <w:tmpl w:val="8CCCD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useFELayout/>
  </w:compat>
  <w:rsids>
    <w:rsidRoot w:val="00EE447D"/>
    <w:rsid w:val="00005A78"/>
    <w:rsid w:val="00007B96"/>
    <w:rsid w:val="000150DF"/>
    <w:rsid w:val="00021395"/>
    <w:rsid w:val="0002212B"/>
    <w:rsid w:val="00023A92"/>
    <w:rsid w:val="00036AF1"/>
    <w:rsid w:val="00050980"/>
    <w:rsid w:val="00052891"/>
    <w:rsid w:val="00063A20"/>
    <w:rsid w:val="00095B90"/>
    <w:rsid w:val="00097AD9"/>
    <w:rsid w:val="000A471B"/>
    <w:rsid w:val="000B4165"/>
    <w:rsid w:val="000F60D2"/>
    <w:rsid w:val="001145E0"/>
    <w:rsid w:val="00116187"/>
    <w:rsid w:val="00117691"/>
    <w:rsid w:val="0014671B"/>
    <w:rsid w:val="00162FB5"/>
    <w:rsid w:val="00165BDE"/>
    <w:rsid w:val="00173413"/>
    <w:rsid w:val="001A333C"/>
    <w:rsid w:val="001B17E6"/>
    <w:rsid w:val="001B5A3B"/>
    <w:rsid w:val="001B7EBB"/>
    <w:rsid w:val="001C2D05"/>
    <w:rsid w:val="001D50A7"/>
    <w:rsid w:val="001E0F7E"/>
    <w:rsid w:val="001E433D"/>
    <w:rsid w:val="001F6392"/>
    <w:rsid w:val="0020042C"/>
    <w:rsid w:val="00211664"/>
    <w:rsid w:val="00223C7C"/>
    <w:rsid w:val="00226AA6"/>
    <w:rsid w:val="00237652"/>
    <w:rsid w:val="00252D07"/>
    <w:rsid w:val="002A222D"/>
    <w:rsid w:val="002B7F29"/>
    <w:rsid w:val="002C5FC8"/>
    <w:rsid w:val="002E24B2"/>
    <w:rsid w:val="002E7379"/>
    <w:rsid w:val="00300C81"/>
    <w:rsid w:val="00302E48"/>
    <w:rsid w:val="00317EFD"/>
    <w:rsid w:val="00320325"/>
    <w:rsid w:val="00342984"/>
    <w:rsid w:val="00353714"/>
    <w:rsid w:val="0036686C"/>
    <w:rsid w:val="00371125"/>
    <w:rsid w:val="003718FA"/>
    <w:rsid w:val="00373E1A"/>
    <w:rsid w:val="003C1BC0"/>
    <w:rsid w:val="003C5602"/>
    <w:rsid w:val="003D370D"/>
    <w:rsid w:val="003D476C"/>
    <w:rsid w:val="003F7450"/>
    <w:rsid w:val="00421176"/>
    <w:rsid w:val="004245A0"/>
    <w:rsid w:val="00460C0F"/>
    <w:rsid w:val="00471B92"/>
    <w:rsid w:val="004A0C4A"/>
    <w:rsid w:val="004A313B"/>
    <w:rsid w:val="004B27C9"/>
    <w:rsid w:val="004B3273"/>
    <w:rsid w:val="004B4BD6"/>
    <w:rsid w:val="004C4611"/>
    <w:rsid w:val="004C6B81"/>
    <w:rsid w:val="004D52E1"/>
    <w:rsid w:val="004D7857"/>
    <w:rsid w:val="004F2BE1"/>
    <w:rsid w:val="00510C8A"/>
    <w:rsid w:val="005378F7"/>
    <w:rsid w:val="00540BB5"/>
    <w:rsid w:val="00543AB3"/>
    <w:rsid w:val="00564715"/>
    <w:rsid w:val="005768DA"/>
    <w:rsid w:val="005C3031"/>
    <w:rsid w:val="005D0493"/>
    <w:rsid w:val="005D35DB"/>
    <w:rsid w:val="005D720A"/>
    <w:rsid w:val="005E4D33"/>
    <w:rsid w:val="005E63A6"/>
    <w:rsid w:val="005F007F"/>
    <w:rsid w:val="005F6B1C"/>
    <w:rsid w:val="00610F44"/>
    <w:rsid w:val="006222C3"/>
    <w:rsid w:val="00625AB2"/>
    <w:rsid w:val="00625FE3"/>
    <w:rsid w:val="0063366D"/>
    <w:rsid w:val="00636317"/>
    <w:rsid w:val="006557C7"/>
    <w:rsid w:val="006631BD"/>
    <w:rsid w:val="00671716"/>
    <w:rsid w:val="00673132"/>
    <w:rsid w:val="00682D93"/>
    <w:rsid w:val="006874A0"/>
    <w:rsid w:val="00692689"/>
    <w:rsid w:val="006A2786"/>
    <w:rsid w:val="006B2C8F"/>
    <w:rsid w:val="006B500A"/>
    <w:rsid w:val="006D76A3"/>
    <w:rsid w:val="006F2F82"/>
    <w:rsid w:val="006F7237"/>
    <w:rsid w:val="00707EB6"/>
    <w:rsid w:val="0071285E"/>
    <w:rsid w:val="007503AD"/>
    <w:rsid w:val="00756828"/>
    <w:rsid w:val="00764A3A"/>
    <w:rsid w:val="00767CE6"/>
    <w:rsid w:val="007804B9"/>
    <w:rsid w:val="00785DB3"/>
    <w:rsid w:val="007A3772"/>
    <w:rsid w:val="007B49C8"/>
    <w:rsid w:val="007C6C9A"/>
    <w:rsid w:val="007D0E66"/>
    <w:rsid w:val="007D149F"/>
    <w:rsid w:val="007D77D9"/>
    <w:rsid w:val="007F53CC"/>
    <w:rsid w:val="007F6BF3"/>
    <w:rsid w:val="00806E51"/>
    <w:rsid w:val="008257D5"/>
    <w:rsid w:val="008369B0"/>
    <w:rsid w:val="00837FA0"/>
    <w:rsid w:val="00841906"/>
    <w:rsid w:val="008432C4"/>
    <w:rsid w:val="008539AF"/>
    <w:rsid w:val="00865200"/>
    <w:rsid w:val="00882A22"/>
    <w:rsid w:val="00887D8B"/>
    <w:rsid w:val="008C0327"/>
    <w:rsid w:val="008C31E6"/>
    <w:rsid w:val="008C6C7B"/>
    <w:rsid w:val="008E4F3B"/>
    <w:rsid w:val="008E6D09"/>
    <w:rsid w:val="00901714"/>
    <w:rsid w:val="00901D8B"/>
    <w:rsid w:val="009207A9"/>
    <w:rsid w:val="0093129F"/>
    <w:rsid w:val="00944262"/>
    <w:rsid w:val="009518C0"/>
    <w:rsid w:val="00960001"/>
    <w:rsid w:val="00970386"/>
    <w:rsid w:val="00971F72"/>
    <w:rsid w:val="009736C4"/>
    <w:rsid w:val="00976C51"/>
    <w:rsid w:val="00987A4E"/>
    <w:rsid w:val="009A2B0B"/>
    <w:rsid w:val="009B0CA7"/>
    <w:rsid w:val="009C45A8"/>
    <w:rsid w:val="009C677D"/>
    <w:rsid w:val="009D215E"/>
    <w:rsid w:val="00A256DF"/>
    <w:rsid w:val="00A33172"/>
    <w:rsid w:val="00A367CB"/>
    <w:rsid w:val="00A5226C"/>
    <w:rsid w:val="00A56413"/>
    <w:rsid w:val="00A65A01"/>
    <w:rsid w:val="00A76681"/>
    <w:rsid w:val="00A81062"/>
    <w:rsid w:val="00A8568F"/>
    <w:rsid w:val="00A8661D"/>
    <w:rsid w:val="00A86A12"/>
    <w:rsid w:val="00A86A25"/>
    <w:rsid w:val="00A908CC"/>
    <w:rsid w:val="00A97883"/>
    <w:rsid w:val="00AA3910"/>
    <w:rsid w:val="00AB73A7"/>
    <w:rsid w:val="00AC56E8"/>
    <w:rsid w:val="00AC72DC"/>
    <w:rsid w:val="00AD3CCF"/>
    <w:rsid w:val="00AE65FD"/>
    <w:rsid w:val="00AF1758"/>
    <w:rsid w:val="00AF5DC2"/>
    <w:rsid w:val="00AF6F80"/>
    <w:rsid w:val="00AF7AC9"/>
    <w:rsid w:val="00B0071C"/>
    <w:rsid w:val="00B06FA5"/>
    <w:rsid w:val="00B21B32"/>
    <w:rsid w:val="00B31A99"/>
    <w:rsid w:val="00B472E2"/>
    <w:rsid w:val="00B51742"/>
    <w:rsid w:val="00B521E4"/>
    <w:rsid w:val="00B61AD9"/>
    <w:rsid w:val="00B64B97"/>
    <w:rsid w:val="00B71CA5"/>
    <w:rsid w:val="00B72571"/>
    <w:rsid w:val="00B764FC"/>
    <w:rsid w:val="00BB5FB2"/>
    <w:rsid w:val="00BB73D9"/>
    <w:rsid w:val="00C04056"/>
    <w:rsid w:val="00C3399D"/>
    <w:rsid w:val="00C425C9"/>
    <w:rsid w:val="00C6525B"/>
    <w:rsid w:val="00C73D9C"/>
    <w:rsid w:val="00C87573"/>
    <w:rsid w:val="00CA3B6E"/>
    <w:rsid w:val="00CC3F6E"/>
    <w:rsid w:val="00CD3D02"/>
    <w:rsid w:val="00CE1C79"/>
    <w:rsid w:val="00CE5ABF"/>
    <w:rsid w:val="00CF0B04"/>
    <w:rsid w:val="00CF2282"/>
    <w:rsid w:val="00CF46AF"/>
    <w:rsid w:val="00D0364B"/>
    <w:rsid w:val="00D14310"/>
    <w:rsid w:val="00D15B7D"/>
    <w:rsid w:val="00D32EA5"/>
    <w:rsid w:val="00D37E6B"/>
    <w:rsid w:val="00D61A63"/>
    <w:rsid w:val="00D76079"/>
    <w:rsid w:val="00D86627"/>
    <w:rsid w:val="00D944CE"/>
    <w:rsid w:val="00D952D6"/>
    <w:rsid w:val="00D966C5"/>
    <w:rsid w:val="00DB104D"/>
    <w:rsid w:val="00DB5A09"/>
    <w:rsid w:val="00DB72E5"/>
    <w:rsid w:val="00DC6D42"/>
    <w:rsid w:val="00DD0867"/>
    <w:rsid w:val="00DD2D47"/>
    <w:rsid w:val="00E0355B"/>
    <w:rsid w:val="00E22BBE"/>
    <w:rsid w:val="00E300DE"/>
    <w:rsid w:val="00E33B83"/>
    <w:rsid w:val="00E42611"/>
    <w:rsid w:val="00E72797"/>
    <w:rsid w:val="00E81DAA"/>
    <w:rsid w:val="00EA7FE4"/>
    <w:rsid w:val="00EE18CA"/>
    <w:rsid w:val="00EE3E5D"/>
    <w:rsid w:val="00EE447D"/>
    <w:rsid w:val="00EE5F3A"/>
    <w:rsid w:val="00F0555D"/>
    <w:rsid w:val="00F06718"/>
    <w:rsid w:val="00F1433F"/>
    <w:rsid w:val="00F149C9"/>
    <w:rsid w:val="00F21CCE"/>
    <w:rsid w:val="00F266D8"/>
    <w:rsid w:val="00F30383"/>
    <w:rsid w:val="00F3692E"/>
    <w:rsid w:val="00F42C1B"/>
    <w:rsid w:val="00F54C8F"/>
    <w:rsid w:val="00F5545A"/>
    <w:rsid w:val="00F56CA3"/>
    <w:rsid w:val="00F6581F"/>
    <w:rsid w:val="00F66593"/>
    <w:rsid w:val="00F71B22"/>
    <w:rsid w:val="00F75157"/>
    <w:rsid w:val="00F83FCF"/>
    <w:rsid w:val="00FA0BBF"/>
    <w:rsid w:val="00FA78DC"/>
    <w:rsid w:val="00FB795C"/>
    <w:rsid w:val="00FD14A0"/>
    <w:rsid w:val="00FE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CE6"/>
    <w:pPr>
      <w:ind w:left="720"/>
      <w:contextualSpacing/>
    </w:pPr>
  </w:style>
  <w:style w:type="character" w:customStyle="1" w:styleId="fontstyle01">
    <w:name w:val="fontstyle01"/>
    <w:basedOn w:val="a0"/>
    <w:rsid w:val="00E4261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23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C7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007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7;&#1088;&#1080;&#1083;%201%20&#1080;%202\&#1087;&#1088;&#1080;&#1083;%202%20&#1082;%2019,%20179,%20109&#1074;&#1086;&#1088;&#1086;&#1090;,%20150\&#1055;&#1088;&#1080;&#1083;%201%20&#1082;%2010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CD9A1-FCC4-4924-88C3-0AE74A51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 1 к 109</Template>
  <TotalTime>207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2025-10-20T12:12:00Z</cp:lastPrinted>
  <dcterms:created xsi:type="dcterms:W3CDTF">2025-09-02T06:48:00Z</dcterms:created>
  <dcterms:modified xsi:type="dcterms:W3CDTF">2025-12-29T05:51:00Z</dcterms:modified>
</cp:coreProperties>
</file>